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697" w:rsidRDefault="00B22521" w:rsidP="00E24697">
      <w:pPr>
        <w:pStyle w:val="Cabealho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35pt;width:120.75pt;height:42pt;z-index:251659264;mso-position-horizontal:left;mso-position-horizontal-relative:text;mso-position-vertical-relative:text" filled="t">
            <v:fill color2="black"/>
            <v:imagedata r:id="rId6" o:title=""/>
            <w10:wrap type="square" side="right"/>
          </v:shape>
          <o:OLEObject Type="Embed" ProgID="PBrush" ShapeID="_x0000_s1027" DrawAspect="Content" ObjectID="_1549113475" r:id="rId7"/>
        </w:object>
      </w:r>
    </w:p>
    <w:p w:rsidR="00C03E6A" w:rsidRDefault="00C03E6A" w:rsidP="002337DC">
      <w:pPr>
        <w:ind w:firstLine="708"/>
        <w:rPr>
          <w:b/>
          <w:sz w:val="32"/>
          <w:szCs w:val="32"/>
          <w:u w:val="single"/>
        </w:rPr>
      </w:pPr>
    </w:p>
    <w:p w:rsidR="001E6430" w:rsidRDefault="001A66A8" w:rsidP="00C03E6A">
      <w:pPr>
        <w:ind w:firstLine="708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HOMOLOGAÇÃO</w:t>
      </w:r>
    </w:p>
    <w:p w:rsidR="007401E6" w:rsidRDefault="007401E6" w:rsidP="002337DC">
      <w:pPr>
        <w:ind w:firstLine="708"/>
        <w:rPr>
          <w:b/>
          <w:sz w:val="32"/>
          <w:szCs w:val="32"/>
          <w:u w:val="single"/>
        </w:rPr>
      </w:pPr>
    </w:p>
    <w:p w:rsidR="00C03E6A" w:rsidRDefault="00C03E6A" w:rsidP="001E6430">
      <w:pPr>
        <w:rPr>
          <w:sz w:val="24"/>
          <w:szCs w:val="24"/>
        </w:rPr>
      </w:pPr>
    </w:p>
    <w:p w:rsidR="004C35A7" w:rsidRDefault="001A66A8" w:rsidP="001E6430">
      <w:pPr>
        <w:rPr>
          <w:sz w:val="24"/>
          <w:szCs w:val="24"/>
        </w:rPr>
      </w:pPr>
      <w:r>
        <w:rPr>
          <w:sz w:val="24"/>
          <w:szCs w:val="24"/>
        </w:rPr>
        <w:t>HOMOLOGO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 xml:space="preserve">o resultado do Processo nº </w:t>
      </w:r>
      <w:r w:rsidR="00E637F3">
        <w:rPr>
          <w:sz w:val="24"/>
          <w:szCs w:val="24"/>
        </w:rPr>
        <w:t>10741</w:t>
      </w:r>
      <w:r w:rsidR="00267695">
        <w:rPr>
          <w:sz w:val="24"/>
          <w:szCs w:val="24"/>
        </w:rPr>
        <w:t>/201</w:t>
      </w:r>
      <w:r w:rsidR="00A0359C">
        <w:rPr>
          <w:sz w:val="24"/>
          <w:szCs w:val="24"/>
        </w:rPr>
        <w:t>6</w:t>
      </w:r>
      <w:r w:rsidR="00E24697" w:rsidRPr="00E24697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305245">
        <w:rPr>
          <w:sz w:val="24"/>
          <w:szCs w:val="24"/>
        </w:rPr>
        <w:t>Pregão</w:t>
      </w:r>
      <w:r w:rsidR="009F064E">
        <w:rPr>
          <w:sz w:val="24"/>
          <w:szCs w:val="24"/>
        </w:rPr>
        <w:t xml:space="preserve">, nº </w:t>
      </w:r>
      <w:r w:rsidR="00E637F3">
        <w:rPr>
          <w:sz w:val="24"/>
          <w:szCs w:val="24"/>
        </w:rPr>
        <w:t>0787</w:t>
      </w:r>
      <w:r w:rsidR="00305245">
        <w:rPr>
          <w:sz w:val="24"/>
          <w:szCs w:val="24"/>
        </w:rPr>
        <w:t>/201</w:t>
      </w:r>
      <w:r w:rsidR="00267695">
        <w:rPr>
          <w:sz w:val="24"/>
          <w:szCs w:val="24"/>
        </w:rPr>
        <w:t>6</w:t>
      </w:r>
      <w:r w:rsidR="00B22521">
        <w:rPr>
          <w:sz w:val="24"/>
          <w:szCs w:val="24"/>
        </w:rPr>
        <w:t xml:space="preserve"> – RELANÇAMENTO</w:t>
      </w:r>
      <w:r w:rsidR="00E24697" w:rsidRPr="00E24697">
        <w:rPr>
          <w:sz w:val="24"/>
          <w:szCs w:val="24"/>
        </w:rPr>
        <w:t xml:space="preserve">,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 xml:space="preserve">as seguintes empresas para fornecimento dos </w:t>
      </w:r>
      <w:r w:rsidR="00365FEE">
        <w:rPr>
          <w:sz w:val="24"/>
          <w:szCs w:val="24"/>
        </w:rPr>
        <w:t>itens</w:t>
      </w:r>
      <w:r w:rsidR="00E24697" w:rsidRPr="00E24697">
        <w:rPr>
          <w:sz w:val="24"/>
          <w:szCs w:val="24"/>
        </w:rPr>
        <w:t xml:space="preserve"> abaixo relacionados:</w:t>
      </w:r>
    </w:p>
    <w:p w:rsidR="00E54BDB" w:rsidRDefault="00E54BDB" w:rsidP="001E6430">
      <w:pPr>
        <w:rPr>
          <w:sz w:val="24"/>
          <w:szCs w:val="24"/>
        </w:rPr>
      </w:pPr>
    </w:p>
    <w:tbl>
      <w:tblPr>
        <w:tblpPr w:leftFromText="141" w:rightFromText="141" w:bottomFromText="200" w:vertAnchor="text" w:horzAnchor="page" w:tblpXSpec="center" w:tblpY="46"/>
        <w:tblOverlap w:val="never"/>
        <w:tblW w:w="93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4819"/>
        <w:gridCol w:w="2966"/>
      </w:tblGrid>
      <w:tr w:rsidR="00B22521" w:rsidTr="00B22521">
        <w:trPr>
          <w:trHeight w:val="26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B22521" w:rsidRPr="00304C75" w:rsidRDefault="00B22521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permStart w:id="953041611" w:edGrp="everyone"/>
            <w:r w:rsidRPr="00304C75">
              <w:rPr>
                <w:rFonts w:ascii="Calibri" w:hAnsi="Calibri" w:cs="Arial"/>
                <w:b/>
                <w:bCs/>
                <w:sz w:val="26"/>
                <w:szCs w:val="26"/>
              </w:rPr>
              <w:t>LOTE</w:t>
            </w:r>
            <w:r>
              <w:rPr>
                <w:rFonts w:ascii="Calibri" w:hAnsi="Calibri" w:cs="Arial"/>
                <w:b/>
                <w:bCs/>
                <w:sz w:val="26"/>
                <w:szCs w:val="26"/>
              </w:rPr>
              <w:t>S</w:t>
            </w:r>
            <w:permEnd w:id="953041611"/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B22521" w:rsidRPr="00304C75" w:rsidRDefault="00B22521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r w:rsidRPr="00304C75">
              <w:rPr>
                <w:rFonts w:ascii="Calibri" w:hAnsi="Calibri" w:cs="Arial"/>
                <w:b/>
                <w:bCs/>
                <w:sz w:val="26"/>
                <w:szCs w:val="26"/>
              </w:rPr>
              <w:t>EMPRESAS</w:t>
            </w:r>
          </w:p>
        </w:tc>
        <w:tc>
          <w:tcPr>
            <w:tcW w:w="29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22521" w:rsidRPr="00304C75" w:rsidRDefault="00B22521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r>
              <w:rPr>
                <w:rFonts w:ascii="Calibri" w:hAnsi="Calibri" w:cs="Arial"/>
                <w:b/>
                <w:bCs/>
                <w:sz w:val="26"/>
                <w:szCs w:val="26"/>
              </w:rPr>
              <w:t>CNPJ</w:t>
            </w:r>
          </w:p>
        </w:tc>
      </w:tr>
      <w:tr w:rsidR="00B22521" w:rsidTr="00B22521">
        <w:trPr>
          <w:trHeight w:val="599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2521" w:rsidRPr="00304C75" w:rsidRDefault="00B22521" w:rsidP="00A0359C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01 e 02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2521" w:rsidRPr="00304C75" w:rsidRDefault="00B22521" w:rsidP="005218C5">
            <w:pPr>
              <w:jc w:val="center"/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PRIMELOG DISTRIBUIDORA EIRELI - EPP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1" w:rsidRDefault="00B22521" w:rsidP="005218C5">
            <w:pPr>
              <w:jc w:val="center"/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14.532.099/0001-87</w:t>
            </w:r>
          </w:p>
        </w:tc>
      </w:tr>
    </w:tbl>
    <w:p w:rsidR="00C03E6A" w:rsidRDefault="00C03E6A" w:rsidP="000C51E8">
      <w:pPr>
        <w:jc w:val="both"/>
        <w:rPr>
          <w:sz w:val="24"/>
          <w:szCs w:val="24"/>
        </w:rPr>
      </w:pPr>
    </w:p>
    <w:p w:rsidR="00A0359C" w:rsidRDefault="00A0359C" w:rsidP="000C51E8">
      <w:pPr>
        <w:jc w:val="both"/>
        <w:rPr>
          <w:sz w:val="24"/>
          <w:szCs w:val="24"/>
        </w:rPr>
      </w:pPr>
      <w:bookmarkStart w:id="0" w:name="_GoBack"/>
      <w:bookmarkEnd w:id="0"/>
    </w:p>
    <w:p w:rsidR="00E637F3" w:rsidRDefault="00E637F3" w:rsidP="000C51E8">
      <w:pPr>
        <w:jc w:val="both"/>
        <w:rPr>
          <w:sz w:val="24"/>
          <w:szCs w:val="24"/>
        </w:rPr>
      </w:pPr>
    </w:p>
    <w:p w:rsidR="00E637F3" w:rsidRDefault="00E637F3" w:rsidP="000C51E8">
      <w:pPr>
        <w:jc w:val="both"/>
        <w:rPr>
          <w:sz w:val="24"/>
          <w:szCs w:val="24"/>
        </w:rPr>
      </w:pPr>
    </w:p>
    <w:p w:rsidR="00E637F3" w:rsidRDefault="00E637F3" w:rsidP="000C51E8">
      <w:pPr>
        <w:jc w:val="both"/>
        <w:rPr>
          <w:sz w:val="24"/>
          <w:szCs w:val="24"/>
        </w:rPr>
      </w:pPr>
    </w:p>
    <w:p w:rsidR="00E24697" w:rsidRDefault="008E42CA" w:rsidP="00A0359C">
      <w:pPr>
        <w:tabs>
          <w:tab w:val="left" w:pos="501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Florianópolis, _____ de </w:t>
      </w:r>
      <w:r w:rsidR="006B58D1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 de 201</w:t>
      </w:r>
      <w:r w:rsidR="00E637F3">
        <w:rPr>
          <w:sz w:val="24"/>
          <w:szCs w:val="24"/>
        </w:rPr>
        <w:t>7</w:t>
      </w:r>
      <w:r>
        <w:rPr>
          <w:sz w:val="24"/>
          <w:szCs w:val="24"/>
        </w:rPr>
        <w:t>.</w:t>
      </w:r>
    </w:p>
    <w:p w:rsidR="007F5C65" w:rsidRDefault="007F5C65">
      <w:pPr>
        <w:rPr>
          <w:sz w:val="24"/>
          <w:szCs w:val="24"/>
        </w:rPr>
      </w:pPr>
    </w:p>
    <w:p w:rsidR="00C03E6A" w:rsidRDefault="00C03E6A">
      <w:pPr>
        <w:rPr>
          <w:sz w:val="24"/>
          <w:szCs w:val="24"/>
        </w:rPr>
      </w:pPr>
    </w:p>
    <w:p w:rsidR="00304C75" w:rsidRDefault="00304C75">
      <w:pPr>
        <w:rPr>
          <w:sz w:val="24"/>
          <w:szCs w:val="24"/>
        </w:rPr>
      </w:pPr>
    </w:p>
    <w:p w:rsidR="00304C75" w:rsidRDefault="00304C75">
      <w:pPr>
        <w:rPr>
          <w:sz w:val="24"/>
          <w:szCs w:val="24"/>
        </w:rPr>
      </w:pPr>
    </w:p>
    <w:p w:rsidR="00E24697" w:rsidRPr="00E24697" w:rsidRDefault="000E3A26" w:rsidP="00C03E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Marcus Tomasi</w:t>
      </w:r>
    </w:p>
    <w:p w:rsidR="00E24697" w:rsidRPr="00E24697" w:rsidRDefault="001A66A8" w:rsidP="00C03E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REITOR DA UDESC</w:t>
      </w:r>
    </w:p>
    <w:sectPr w:rsidR="00E24697" w:rsidRPr="00E24697" w:rsidSect="00365FA7">
      <w:headerReference w:type="default" r:id="rId8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5F6" w:rsidRDefault="003845F6" w:rsidP="003845F6">
      <w:pPr>
        <w:spacing w:after="0" w:line="240" w:lineRule="auto"/>
      </w:pPr>
      <w:r>
        <w:separator/>
      </w:r>
    </w:p>
  </w:endnote>
  <w:end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5F6" w:rsidRDefault="003845F6" w:rsidP="003845F6">
      <w:pPr>
        <w:spacing w:after="0" w:line="240" w:lineRule="auto"/>
      </w:pPr>
      <w:r>
        <w:separator/>
      </w:r>
    </w:p>
  </w:footnote>
  <w:foot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1C08DF22" wp14:editId="1B64C983">
          <wp:simplePos x="0" y="0"/>
          <wp:positionH relativeFrom="column">
            <wp:posOffset>1786255</wp:posOffset>
          </wp:positionH>
          <wp:positionV relativeFrom="paragraph">
            <wp:posOffset>57150</wp:posOffset>
          </wp:positionV>
          <wp:extent cx="2228850" cy="666750"/>
          <wp:effectExtent l="0" t="0" r="0" b="0"/>
          <wp:wrapSquare wrapText="bothSides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</w:p>
  <w:p w:rsidR="003845F6" w:rsidRDefault="003845F6" w:rsidP="003845F6">
    <w:pPr>
      <w:pStyle w:val="Cabealho"/>
      <w:jc w:val="right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</w:p>
  <w:p w:rsidR="00C41A2F" w:rsidRDefault="00C41A2F" w:rsidP="003845F6">
    <w:pPr>
      <w:pStyle w:val="Cabealho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ESTADO DE SANTA CATARINA 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FUNDAÇÃO UNIVERSIDADE DO ESTADO DE SANTA CATARINA - UDESC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PRÓ-REITORIA DE ADMINISTRAÇÃO – PROAD</w:t>
    </w:r>
  </w:p>
  <w:p w:rsidR="003845F6" w:rsidRDefault="003845F6" w:rsidP="003845F6">
    <w:pPr>
      <w:pStyle w:val="Cabealho"/>
      <w:rPr>
        <w:b/>
        <w:sz w:val="22"/>
      </w:rPr>
    </w:pPr>
    <w:r>
      <w:rPr>
        <w:rFonts w:ascii="Calibri" w:hAnsi="Calibri" w:cs="Calibri"/>
        <w:b/>
      </w:rPr>
      <w:t>COORDENADORIA DE LICITAÇÕES E COMPRAS - CLC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FB"/>
    <w:rsid w:val="00052273"/>
    <w:rsid w:val="00083028"/>
    <w:rsid w:val="000C51E8"/>
    <w:rsid w:val="000D52AB"/>
    <w:rsid w:val="000E3A26"/>
    <w:rsid w:val="00143D62"/>
    <w:rsid w:val="00144A34"/>
    <w:rsid w:val="001A66A8"/>
    <w:rsid w:val="001E6430"/>
    <w:rsid w:val="00206B28"/>
    <w:rsid w:val="002213FB"/>
    <w:rsid w:val="002337DC"/>
    <w:rsid w:val="00267695"/>
    <w:rsid w:val="002A443F"/>
    <w:rsid w:val="00304C75"/>
    <w:rsid w:val="00305245"/>
    <w:rsid w:val="003658F8"/>
    <w:rsid w:val="00365FA7"/>
    <w:rsid w:val="00365FEE"/>
    <w:rsid w:val="003845F6"/>
    <w:rsid w:val="003A5C90"/>
    <w:rsid w:val="003C5F54"/>
    <w:rsid w:val="004425D9"/>
    <w:rsid w:val="004A2552"/>
    <w:rsid w:val="004A28CA"/>
    <w:rsid w:val="004B2502"/>
    <w:rsid w:val="004C35A7"/>
    <w:rsid w:val="004C7529"/>
    <w:rsid w:val="004E2650"/>
    <w:rsid w:val="0051139B"/>
    <w:rsid w:val="005218C5"/>
    <w:rsid w:val="00542070"/>
    <w:rsid w:val="005B66F7"/>
    <w:rsid w:val="0064257E"/>
    <w:rsid w:val="006449F6"/>
    <w:rsid w:val="006817BB"/>
    <w:rsid w:val="006B58D1"/>
    <w:rsid w:val="007401E6"/>
    <w:rsid w:val="0075393A"/>
    <w:rsid w:val="007A0134"/>
    <w:rsid w:val="007A4585"/>
    <w:rsid w:val="007F5C65"/>
    <w:rsid w:val="00816FC0"/>
    <w:rsid w:val="008A3A43"/>
    <w:rsid w:val="008B17C4"/>
    <w:rsid w:val="008E1EF0"/>
    <w:rsid w:val="008E42CA"/>
    <w:rsid w:val="008F10A5"/>
    <w:rsid w:val="009D5C68"/>
    <w:rsid w:val="009E45B1"/>
    <w:rsid w:val="009F064E"/>
    <w:rsid w:val="009F6351"/>
    <w:rsid w:val="00A0359C"/>
    <w:rsid w:val="00A672F1"/>
    <w:rsid w:val="00A867B3"/>
    <w:rsid w:val="00AB29B6"/>
    <w:rsid w:val="00AD19A7"/>
    <w:rsid w:val="00B222F7"/>
    <w:rsid w:val="00B22521"/>
    <w:rsid w:val="00B2282A"/>
    <w:rsid w:val="00B25794"/>
    <w:rsid w:val="00BE1F14"/>
    <w:rsid w:val="00BF19AB"/>
    <w:rsid w:val="00C03E6A"/>
    <w:rsid w:val="00C3155F"/>
    <w:rsid w:val="00C41A2F"/>
    <w:rsid w:val="00CC564C"/>
    <w:rsid w:val="00CF6D24"/>
    <w:rsid w:val="00D469E3"/>
    <w:rsid w:val="00D631A4"/>
    <w:rsid w:val="00D82C9F"/>
    <w:rsid w:val="00DB6977"/>
    <w:rsid w:val="00DC3A8C"/>
    <w:rsid w:val="00DD1ABF"/>
    <w:rsid w:val="00DD2D76"/>
    <w:rsid w:val="00DD68ED"/>
    <w:rsid w:val="00DF3EF4"/>
    <w:rsid w:val="00E24697"/>
    <w:rsid w:val="00E251F5"/>
    <w:rsid w:val="00E27AE7"/>
    <w:rsid w:val="00E54BDB"/>
    <w:rsid w:val="00E625F3"/>
    <w:rsid w:val="00E637F3"/>
    <w:rsid w:val="00E76EA9"/>
    <w:rsid w:val="00F018E6"/>
    <w:rsid w:val="00F26AB5"/>
    <w:rsid w:val="00F31B0D"/>
    <w:rsid w:val="00F4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61E208B4-7DE5-40FE-8BBC-5EC90CDE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845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LICITA\COORDENADORIA\MODELOS\Homologa&#231;&#227;o%20pelo%20Reitor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Homologação pelo Reitor</Template>
  <TotalTime>36</TotalTime>
  <Pages>1</Pages>
  <Words>56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Rampinelli</dc:creator>
  <cp:lastModifiedBy>FABRICIO DEVENZ</cp:lastModifiedBy>
  <cp:revision>11</cp:revision>
  <cp:lastPrinted>2016-04-27T12:56:00Z</cp:lastPrinted>
  <dcterms:created xsi:type="dcterms:W3CDTF">2016-03-30T20:11:00Z</dcterms:created>
  <dcterms:modified xsi:type="dcterms:W3CDTF">2017-02-20T19:32:00Z</dcterms:modified>
</cp:coreProperties>
</file>